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0068EFFA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  <w:r w:rsidR="0060707B" w:rsidRPr="00AA67E4">
        <w:rPr>
          <w:rFonts w:asciiTheme="majorHAnsi" w:hAnsiTheme="majorHAnsi" w:cstheme="majorHAnsi"/>
          <w:lang w:val="sl-SI"/>
        </w:rPr>
        <w:t>…….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357EE3B2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bookmarkStart w:id="0" w:name="_Hlk190086902"/>
      <w:r w:rsidR="00945F54">
        <w:rPr>
          <w:rFonts w:asciiTheme="majorHAnsi" w:hAnsiTheme="majorHAnsi" w:cstheme="majorHAnsi"/>
          <w:b/>
          <w:lang w:val="sl-SI"/>
        </w:rPr>
        <w:t>Pogostitev na dogodku: »</w:t>
      </w:r>
      <w:r w:rsidR="00945F54" w:rsidRPr="00945F54">
        <w:rPr>
          <w:rFonts w:asciiTheme="majorHAnsi" w:hAnsiTheme="majorHAnsi" w:cstheme="majorHAnsi"/>
          <w:b/>
          <w:lang w:val="sl-SI"/>
        </w:rPr>
        <w:t>Dan podpornega podjetniškega okolja Primorsko-notranjske regije</w:t>
      </w:r>
      <w:r w:rsidR="00AE38A7">
        <w:rPr>
          <w:rFonts w:asciiTheme="majorHAnsi" w:hAnsiTheme="majorHAnsi" w:cstheme="majorHAnsi"/>
          <w:b/>
          <w:lang w:val="sl-SI"/>
        </w:rPr>
        <w:t>«</w:t>
      </w:r>
      <w:r w:rsidR="00054900">
        <w:rPr>
          <w:rFonts w:asciiTheme="majorHAnsi" w:hAnsiTheme="majorHAnsi" w:cstheme="majorHAnsi"/>
          <w:b/>
          <w:lang w:val="sl-SI"/>
        </w:rPr>
        <w:t>.</w:t>
      </w:r>
    </w:p>
    <w:bookmarkEnd w:id="0"/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13ADD543" w:rsidR="00841897" w:rsidRPr="00AA67E4" w:rsidRDefault="00F4078C" w:rsidP="00841897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0EDB1441" w:rsidR="00321116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  <w:r w:rsidR="00841897" w:rsidRPr="00AA67E4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05A4BBD6" w:rsidR="00321116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1BC6B964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  <w:r w:rsidR="00793B9E" w:rsidRPr="00AA67E4">
        <w:rPr>
          <w:rFonts w:asciiTheme="majorHAnsi" w:hAnsiTheme="majorHAnsi" w:cstheme="majorHAnsi"/>
          <w:b/>
          <w:lang w:val="sl-SI"/>
        </w:rPr>
        <w:t xml:space="preserve"> 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2256"/>
      </w:tblGrid>
      <w:tr w:rsidR="0039770A" w:rsidRPr="00AA67E4" w14:paraId="0DEE9D88" w14:textId="77777777" w:rsidTr="00054900">
        <w:trPr>
          <w:trHeight w:val="525"/>
          <w:jc w:val="center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14:paraId="3DBF955A" w14:textId="194F5C31" w:rsidR="00AA67E4" w:rsidRDefault="00945F54" w:rsidP="00054900">
            <w:pPr>
              <w:rPr>
                <w:rFonts w:asciiTheme="majorHAnsi" w:hAnsiTheme="majorHAnsi" w:cstheme="majorHAnsi"/>
                <w:lang w:val="sl-SI"/>
              </w:rPr>
            </w:pPr>
            <w:r>
              <w:rPr>
                <w:rFonts w:asciiTheme="majorHAnsi" w:hAnsiTheme="majorHAnsi" w:cstheme="majorHAnsi"/>
                <w:lang w:val="sl-SI"/>
              </w:rPr>
              <w:t>Pogostitev na d</w:t>
            </w:r>
            <w:r w:rsidRPr="00AA67E4">
              <w:rPr>
                <w:rFonts w:asciiTheme="majorHAnsi" w:hAnsiTheme="majorHAnsi" w:cstheme="majorHAnsi"/>
                <w:lang w:val="sl-SI"/>
              </w:rPr>
              <w:t>ogod</w:t>
            </w:r>
            <w:r>
              <w:rPr>
                <w:rFonts w:asciiTheme="majorHAnsi" w:hAnsiTheme="majorHAnsi" w:cstheme="majorHAnsi"/>
                <w:lang w:val="sl-SI"/>
              </w:rPr>
              <w:t>ku:</w:t>
            </w:r>
          </w:p>
          <w:p w14:paraId="334C14AC" w14:textId="0D9BD3E5" w:rsidR="00D04363" w:rsidRPr="009D0FE5" w:rsidRDefault="00620C3D" w:rsidP="00054900">
            <w:pPr>
              <w:spacing w:line="276" w:lineRule="auto"/>
              <w:rPr>
                <w:rFonts w:asciiTheme="majorHAnsi" w:hAnsiTheme="majorHAnsi" w:cstheme="majorHAnsi"/>
                <w:b/>
                <w:lang w:val="sl-SI"/>
              </w:rPr>
            </w:pPr>
            <w:r>
              <w:rPr>
                <w:rFonts w:asciiTheme="majorHAnsi" w:hAnsiTheme="majorHAnsi" w:cstheme="majorHAnsi"/>
                <w:b/>
                <w:lang w:val="sl-SI"/>
              </w:rPr>
              <w:t>»</w:t>
            </w:r>
            <w:r w:rsidR="00945F54" w:rsidRPr="00945F54">
              <w:rPr>
                <w:rFonts w:asciiTheme="majorHAnsi" w:hAnsiTheme="majorHAnsi" w:cstheme="majorHAnsi"/>
                <w:b/>
                <w:lang w:val="sl-SI"/>
              </w:rPr>
              <w:t>Dan podpornega podjetniškega okolja PNR</w:t>
            </w:r>
            <w:r w:rsidR="00AE38A7">
              <w:rPr>
                <w:rFonts w:asciiTheme="majorHAnsi" w:hAnsiTheme="majorHAnsi" w:cstheme="majorHAnsi"/>
                <w:b/>
                <w:lang w:val="sl-SI"/>
              </w:rPr>
              <w:t>«</w:t>
            </w:r>
          </w:p>
        </w:tc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08C1CD53" w14:textId="65B04882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  <w:r w:rsidR="00945F54">
              <w:rPr>
                <w:rFonts w:asciiTheme="majorHAnsi" w:hAnsiTheme="majorHAnsi" w:cstheme="majorHAnsi"/>
                <w:b/>
                <w:bCs/>
                <w:lang w:val="sl-SI"/>
              </w:rPr>
              <w:t>/osebo</w:t>
            </w:r>
          </w:p>
        </w:tc>
      </w:tr>
      <w:tr w:rsidR="0039770A" w:rsidRPr="00AA67E4" w14:paraId="4D510D91" w14:textId="77777777" w:rsidTr="00054900">
        <w:trPr>
          <w:trHeight w:val="525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1C3C5AF9" w14:textId="5E74B1D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</w:t>
            </w:r>
            <w:r w:rsidR="00945F54">
              <w:rPr>
                <w:rFonts w:asciiTheme="majorHAnsi" w:hAnsiTheme="majorHAnsi" w:cstheme="majorHAnsi"/>
                <w:lang w:val="sl-SI"/>
              </w:rPr>
              <w:t>pogostitve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  <w:r w:rsidR="00945F54">
              <w:rPr>
                <w:rFonts w:asciiTheme="majorHAnsi" w:hAnsiTheme="majorHAnsi" w:cstheme="majorHAnsi"/>
                <w:lang w:val="sl-SI"/>
              </w:rPr>
              <w:t xml:space="preserve"> (na osebo)</w:t>
            </w:r>
          </w:p>
        </w:tc>
        <w:tc>
          <w:tcPr>
            <w:tcW w:w="2256" w:type="dxa"/>
            <w:vAlign w:val="center"/>
          </w:tcPr>
          <w:p w14:paraId="527AD52D" w14:textId="3B4C6418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054900">
        <w:trPr>
          <w:trHeight w:val="525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580125D2" w14:textId="5377C3D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</w:t>
            </w:r>
            <w:r w:rsidR="00945F54">
              <w:rPr>
                <w:rFonts w:asciiTheme="majorHAnsi" w:hAnsiTheme="majorHAnsi" w:cstheme="majorHAnsi"/>
                <w:lang w:val="sl-SI"/>
              </w:rPr>
              <w:t>pogostitve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  <w:r w:rsidR="00945F54">
              <w:rPr>
                <w:rFonts w:asciiTheme="majorHAnsi" w:hAnsiTheme="majorHAnsi" w:cstheme="majorHAnsi"/>
                <w:lang w:val="sl-SI"/>
              </w:rPr>
              <w:t xml:space="preserve"> (na osebo)</w:t>
            </w:r>
          </w:p>
        </w:tc>
        <w:tc>
          <w:tcPr>
            <w:tcW w:w="2256" w:type="dxa"/>
            <w:vAlign w:val="center"/>
          </w:tcPr>
          <w:p w14:paraId="3F14D0B1" w14:textId="7D4632B1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1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1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0913A019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1EBF0C76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49A68EBF" w14:textId="77777777" w:rsidR="00FE4581" w:rsidRDefault="00FE4581" w:rsidP="00FE4581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6010BAB6" w14:textId="77777777" w:rsidR="00FE4581" w:rsidRDefault="00FE4581" w:rsidP="00FE4581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15BF1EE3" w:rsidR="009D0FE5" w:rsidRPr="00841897" w:rsidRDefault="00B30164" w:rsidP="00FE4581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sectPr w:rsidR="009D0FE5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2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00"/>
    <w:rsid w:val="000549F9"/>
    <w:rsid w:val="000648B7"/>
    <w:rsid w:val="000919AF"/>
    <w:rsid w:val="00095F55"/>
    <w:rsid w:val="000B2F05"/>
    <w:rsid w:val="000B55F7"/>
    <w:rsid w:val="000C6525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60BA2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54125"/>
    <w:rsid w:val="00556426"/>
    <w:rsid w:val="00577DC6"/>
    <w:rsid w:val="005A3023"/>
    <w:rsid w:val="005A31C4"/>
    <w:rsid w:val="005B1704"/>
    <w:rsid w:val="005E21F2"/>
    <w:rsid w:val="005F0D1A"/>
    <w:rsid w:val="00603A0A"/>
    <w:rsid w:val="0060707B"/>
    <w:rsid w:val="00620C3D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F3A62"/>
    <w:rsid w:val="00737030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45F54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38A7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  <w:rsid w:val="00FE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2025-10-20T11:53:00Z</dcterms:created>
  <dcterms:modified xsi:type="dcterms:W3CDTF">2025-10-20T11:53:00Z</dcterms:modified>
</cp:coreProperties>
</file>